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FE5" w:rsidRPr="00D03DC4" w:rsidRDefault="00817FE5" w:rsidP="00817FE5">
      <w:pPr>
        <w:pStyle w:val="Overskrift1"/>
        <w:rPr>
          <w:sz w:val="36"/>
          <w:szCs w:val="36"/>
        </w:rPr>
      </w:pPr>
      <w:r w:rsidRPr="00D03DC4">
        <w:rPr>
          <w:sz w:val="36"/>
          <w:szCs w:val="36"/>
        </w:rPr>
        <w:t>Noter fra web-følgegruppe-møde</w:t>
      </w:r>
      <w:r>
        <w:rPr>
          <w:sz w:val="36"/>
          <w:szCs w:val="36"/>
        </w:rPr>
        <w:t xml:space="preserve"> 10</w:t>
      </w:r>
      <w:r w:rsidRPr="00D03DC4">
        <w:rPr>
          <w:sz w:val="36"/>
          <w:szCs w:val="36"/>
        </w:rPr>
        <w:t>/</w:t>
      </w:r>
      <w:r>
        <w:rPr>
          <w:sz w:val="36"/>
          <w:szCs w:val="36"/>
        </w:rPr>
        <w:t>3</w:t>
      </w:r>
      <w:r w:rsidRPr="00D03DC4">
        <w:rPr>
          <w:sz w:val="36"/>
          <w:szCs w:val="36"/>
        </w:rPr>
        <w:t xml:space="preserve"> 201</w:t>
      </w:r>
      <w:r>
        <w:rPr>
          <w:sz w:val="36"/>
          <w:szCs w:val="36"/>
        </w:rPr>
        <w:t>1</w:t>
      </w:r>
      <w:r w:rsidRPr="00D03DC4">
        <w:rPr>
          <w:sz w:val="36"/>
          <w:szCs w:val="36"/>
        </w:rPr>
        <w:t xml:space="preserve"> 1</w:t>
      </w:r>
      <w:r>
        <w:rPr>
          <w:sz w:val="36"/>
          <w:szCs w:val="36"/>
        </w:rPr>
        <w:t>0-12</w:t>
      </w:r>
    </w:p>
    <w:p w:rsidR="00817FE5" w:rsidRPr="001F2E3A" w:rsidRDefault="00817FE5" w:rsidP="00817FE5"/>
    <w:p w:rsidR="00817FE5" w:rsidRPr="001F2E3A" w:rsidRDefault="00817FE5" w:rsidP="00817FE5">
      <w:r w:rsidRPr="001F2E3A">
        <w:rPr>
          <w:b/>
        </w:rPr>
        <w:t>Deltagere:</w:t>
      </w:r>
      <w:r w:rsidRPr="001F2E3A">
        <w:t xml:space="preserve"> Hanne Ruus(INSS,KU), Lars Trap-Jensen(DSL), </w:t>
      </w:r>
      <w:r>
        <w:t xml:space="preserve">Ruben S(CBS), Hanne Jansen (ENGEROM,KU), </w:t>
      </w:r>
      <w:r w:rsidRPr="001F2E3A">
        <w:t xml:space="preserve">Tom Andersen(KB), Jacob Larsen(KB), Tomas Christensen(DSL), Bart Jongejan(CST), Lene Offersgaard(CST), </w:t>
      </w:r>
      <w:r>
        <w:t xml:space="preserve">Afbud: </w:t>
      </w:r>
      <w:r w:rsidRPr="001F2E3A">
        <w:t xml:space="preserve">Jakob Halskov(DSN), </w:t>
      </w:r>
      <w:r>
        <w:t>Johannes Wagner(SDU)</w:t>
      </w:r>
    </w:p>
    <w:p w:rsidR="00817FE5" w:rsidRDefault="00817FE5">
      <w:pPr>
        <w:rPr>
          <w:b/>
        </w:rPr>
      </w:pPr>
    </w:p>
    <w:p w:rsidR="00AD6CB4" w:rsidRPr="00FC539F" w:rsidRDefault="00AD6CB4" w:rsidP="00AD6CB4">
      <w:pPr>
        <w:rPr>
          <w:b/>
        </w:rPr>
      </w:pPr>
      <w:r w:rsidRPr="00FC539F">
        <w:rPr>
          <w:b/>
        </w:rPr>
        <w:t>Dagsorden:</w:t>
      </w:r>
    </w:p>
    <w:p w:rsidR="00AD6CB4" w:rsidRDefault="00AD6CB4" w:rsidP="00AD6CB4">
      <w:pPr>
        <w:pStyle w:val="Listeafsnit"/>
        <w:numPr>
          <w:ilvl w:val="0"/>
          <w:numId w:val="1"/>
        </w:numPr>
      </w:pPr>
      <w:r>
        <w:t>Opfølgning fra sidst</w:t>
      </w:r>
    </w:p>
    <w:p w:rsidR="00713833" w:rsidRDefault="00AD6CB4" w:rsidP="00AD6CB4">
      <w:pPr>
        <w:pStyle w:val="Listeafsnit"/>
        <w:numPr>
          <w:ilvl w:val="0"/>
          <w:numId w:val="1"/>
        </w:numPr>
      </w:pPr>
      <w:r>
        <w:t>Gennemgang af web-grænseflade</w:t>
      </w:r>
    </w:p>
    <w:p w:rsidR="00AD6CB4" w:rsidRDefault="00AD6CB4" w:rsidP="00AD6CB4">
      <w:pPr>
        <w:pStyle w:val="Listeafsnit"/>
        <w:numPr>
          <w:ilvl w:val="0"/>
          <w:numId w:val="1"/>
        </w:numPr>
      </w:pPr>
      <w:r>
        <w:t xml:space="preserve">Metadatasøgning </w:t>
      </w:r>
    </w:p>
    <w:p w:rsidR="00AD6CB4" w:rsidRDefault="00AD6CB4" w:rsidP="00AD6CB4">
      <w:pPr>
        <w:pStyle w:val="Listeafsnit"/>
        <w:numPr>
          <w:ilvl w:val="0"/>
          <w:numId w:val="1"/>
        </w:numPr>
      </w:pPr>
      <w:r>
        <w:t>Tools-integration.</w:t>
      </w:r>
    </w:p>
    <w:p w:rsidR="00AD6CB4" w:rsidRDefault="00AD6CB4" w:rsidP="00AD6CB4">
      <w:pPr>
        <w:pStyle w:val="Listeafsnit"/>
      </w:pPr>
    </w:p>
    <w:p w:rsidR="00AD6CB4" w:rsidRDefault="00AD6CB4" w:rsidP="00AD6CB4">
      <w:r>
        <w:t>Vi forholdt os frit til dagsordnen, referatet er i kronologisk rækkefølge.</w:t>
      </w:r>
    </w:p>
    <w:p w:rsidR="00AD6CB4" w:rsidRDefault="00AD6CB4" w:rsidP="00AD6CB4"/>
    <w:p w:rsidR="00AD6CB4" w:rsidRDefault="00AD6CB4">
      <w:pPr>
        <w:rPr>
          <w:b/>
        </w:rPr>
      </w:pPr>
      <w:r w:rsidRPr="00AD6CB4">
        <w:rPr>
          <w:b/>
        </w:rPr>
        <w:t>Gennemgang af web-grænseflade</w:t>
      </w:r>
    </w:p>
    <w:p w:rsidR="00AD6CB4" w:rsidRPr="00AD6CB4" w:rsidRDefault="00AD6CB4">
      <w:pPr>
        <w:rPr>
          <w:b/>
        </w:rPr>
      </w:pPr>
    </w:p>
    <w:p w:rsidR="00571528" w:rsidRDefault="00571528">
      <w:r>
        <w:t>Vi har indført</w:t>
      </w:r>
      <w:r w:rsidR="00AD6CB4">
        <w:t xml:space="preserve"> begrebet ”</w:t>
      </w:r>
      <w:r>
        <w:t>Kurv”. Der kan</w:t>
      </w:r>
      <w:r w:rsidR="00AD6CB4">
        <w:t xml:space="preserve"> tilføjes fra søgeresultatsiden. Hensigten er at man kan hhv</w:t>
      </w:r>
      <w:r w:rsidR="00332479">
        <w:t>.</w:t>
      </w:r>
      <w:r w:rsidR="00AD6CB4">
        <w:t xml:space="preserve"> downloade det man har i kurven eller bruge det som input til værktøjer. </w:t>
      </w:r>
    </w:p>
    <w:p w:rsidR="00571528" w:rsidRDefault="00571528"/>
    <w:p w:rsidR="00571528" w:rsidRDefault="00AD6CB4">
      <w:r>
        <w:t>”</w:t>
      </w:r>
      <w:r w:rsidR="00713833">
        <w:t>Download</w:t>
      </w:r>
      <w:r>
        <w:t>”</w:t>
      </w:r>
      <w:r w:rsidR="00713833">
        <w:t xml:space="preserve"> vil også give mulighed for at få de tilknyttede annotationer.</w:t>
      </w:r>
    </w:p>
    <w:p w:rsidR="00713833" w:rsidRDefault="00713833"/>
    <w:p w:rsidR="00AD6CB4" w:rsidRPr="00AD6CB4" w:rsidRDefault="00713833">
      <w:pPr>
        <w:rPr>
          <w:b/>
        </w:rPr>
      </w:pPr>
      <w:r w:rsidRPr="00AD6CB4">
        <w:rPr>
          <w:b/>
        </w:rPr>
        <w:t>Tool-vorkflow</w:t>
      </w:r>
    </w:p>
    <w:p w:rsidR="00713833" w:rsidRDefault="00713833">
      <w:r>
        <w:t>Først udfyld</w:t>
      </w:r>
      <w:r w:rsidR="00AD6CB4">
        <w:t xml:space="preserve"> hvad du vil(mål)</w:t>
      </w:r>
      <w:r>
        <w:t>, derefter næste</w:t>
      </w:r>
    </w:p>
    <w:p w:rsidR="00713833" w:rsidRDefault="00713833"/>
    <w:p w:rsidR="00713833" w:rsidRDefault="00713833">
      <w:r>
        <w:t>Dropdown: Vælg mål:</w:t>
      </w:r>
    </w:p>
    <w:p w:rsidR="00C162AB" w:rsidRDefault="00713833">
      <w:r>
        <w:t xml:space="preserve">Hvilken vinkel vil jeg have på min ressource: fx tokeniser, </w:t>
      </w:r>
      <w:r w:rsidR="00C162AB">
        <w:t>sprog, format</w:t>
      </w:r>
    </w:p>
    <w:p w:rsidR="00C162AB" w:rsidRDefault="00C162AB">
      <w:r>
        <w:t xml:space="preserve">Herefter </w:t>
      </w:r>
      <w:r w:rsidR="00AD6CB4">
        <w:t xml:space="preserve">får man et antal workflows at vælge mellem. Og dernæst </w:t>
      </w:r>
      <w:r>
        <w:t>vælger man hvilket workflow man vil bruge.</w:t>
      </w:r>
    </w:p>
    <w:p w:rsidR="00AD6CB4" w:rsidRDefault="00C162AB">
      <w:r>
        <w:t xml:space="preserve">Hvad hvis det </w:t>
      </w:r>
      <w:r w:rsidR="00AD6CB4">
        <w:t xml:space="preserve">man vil </w:t>
      </w:r>
      <w:r>
        <w:t xml:space="preserve">ikke kan lade sig gøre? Brugeren får besked om at det ikke kan lade sig gøre. </w:t>
      </w:r>
    </w:p>
    <w:p w:rsidR="00C162AB" w:rsidRDefault="00C162AB">
      <w:r>
        <w:t xml:space="preserve">Tools kan ikke sige hvad der skal til for at få en mulighed. </w:t>
      </w:r>
    </w:p>
    <w:p w:rsidR="00C162AB" w:rsidRDefault="00C162AB">
      <w:r>
        <w:t>Tools kan foreslå at der skal fjernes et krav.</w:t>
      </w:r>
    </w:p>
    <w:p w:rsidR="00C162AB" w:rsidRDefault="00AD6CB4">
      <w:r>
        <w:t>”</w:t>
      </w:r>
      <w:r w:rsidR="00C162AB">
        <w:t>Se detaljer</w:t>
      </w:r>
      <w:r>
        <w:t>”</w:t>
      </w:r>
      <w:r w:rsidR="00C162AB">
        <w:t>: Vil der folde sig en</w:t>
      </w:r>
      <w:r>
        <w:t xml:space="preserve"> mere detaljeret beskrivelse ud?</w:t>
      </w:r>
      <w:r w:rsidR="00C162AB">
        <w:t xml:space="preserve"> (</w:t>
      </w:r>
      <w:r>
        <w:t xml:space="preserve">Vi har </w:t>
      </w:r>
      <w:r w:rsidR="00C162AB">
        <w:t>endnu ikke web</w:t>
      </w:r>
      <w:r>
        <w:t>-sider</w:t>
      </w:r>
      <w:r w:rsidR="00C162AB">
        <w:t xml:space="preserve"> for dette)</w:t>
      </w:r>
    </w:p>
    <w:p w:rsidR="00C162AB" w:rsidRDefault="00C162AB"/>
    <w:p w:rsidR="00C162AB" w:rsidRDefault="00C162AB">
      <w:r>
        <w:t xml:space="preserve">Trin3: </w:t>
      </w:r>
      <w:r w:rsidR="00AD6CB4">
        <w:t>”</w:t>
      </w:r>
      <w:r>
        <w:t>Se resultat</w:t>
      </w:r>
      <w:r w:rsidR="00AD6CB4">
        <w:t>”</w:t>
      </w:r>
      <w:r>
        <w:t xml:space="preserve"> under punkt 2 er det samme som </w:t>
      </w:r>
      <w:r w:rsidR="00AD6CB4">
        <w:t>”S</w:t>
      </w:r>
      <w:r>
        <w:t>lutresultat</w:t>
      </w:r>
      <w:r w:rsidR="00AD6CB4">
        <w:t>”</w:t>
      </w:r>
      <w:r>
        <w:t xml:space="preserve">. </w:t>
      </w:r>
      <w:r w:rsidR="00AD6CB4">
        <w:t xml:space="preserve">Fra disse links </w:t>
      </w:r>
      <w:r>
        <w:t>kan man komme til landing page.</w:t>
      </w:r>
    </w:p>
    <w:p w:rsidR="00C162AB" w:rsidRDefault="00C162AB"/>
    <w:p w:rsidR="00C162AB" w:rsidRDefault="00C162AB">
      <w:r>
        <w:t>Kan man slippe for at få en email?</w:t>
      </w:r>
      <w:r w:rsidR="00B66C5A">
        <w:t xml:space="preserve"> Det er bedst at man altid får en email.</w:t>
      </w:r>
    </w:p>
    <w:p w:rsidR="00AD6CB4" w:rsidRDefault="00AD6CB4"/>
    <w:p w:rsidR="00D8089F" w:rsidRDefault="00C162AB">
      <w:r>
        <w:t xml:space="preserve">Hvornår tager det for lang tid til at man får resultatet med det samme: </w:t>
      </w:r>
      <w:r w:rsidR="00AD6CB4">
        <w:t>Ikke nogen klar anbefaling her, men vi besluttede at man altid skal have en email.</w:t>
      </w:r>
    </w:p>
    <w:p w:rsidR="00455A80" w:rsidRDefault="00455A80"/>
    <w:p w:rsidR="00AD6CB4" w:rsidRDefault="00455A80" w:rsidP="00AD6CB4">
      <w:r>
        <w:t xml:space="preserve">Vælg mål: </w:t>
      </w:r>
      <w:r w:rsidR="00AD6CB4">
        <w:t>Bart viste listen af Goals. H</w:t>
      </w:r>
      <w:r>
        <w:t>vad er målene?</w:t>
      </w:r>
      <w:r w:rsidR="00AD6CB4">
        <w:t xml:space="preserve"> Beskriv! Mål skal defineres forståeligt, kan reviewes i gruppen.</w:t>
      </w:r>
    </w:p>
    <w:p w:rsidR="00455A80" w:rsidRDefault="00455A80"/>
    <w:p w:rsidR="00455A80" w:rsidRDefault="00455A80">
      <w:r>
        <w:lastRenderedPageBreak/>
        <w:t xml:space="preserve">Vælg værktøjer-&gt; skal ændres til </w:t>
      </w:r>
      <w:r w:rsidR="00AD6CB4">
        <w:t>”</w:t>
      </w:r>
      <w:r>
        <w:t>Vælg metode</w:t>
      </w:r>
      <w:r w:rsidR="00AD6CB4">
        <w:t>”</w:t>
      </w:r>
    </w:p>
    <w:p w:rsidR="000E1BE1" w:rsidRDefault="000E1BE1"/>
    <w:p w:rsidR="000E1BE1" w:rsidRPr="00AD6CB4" w:rsidRDefault="000E1BE1">
      <w:pPr>
        <w:rPr>
          <w:b/>
        </w:rPr>
      </w:pPr>
      <w:r w:rsidRPr="00AD6CB4">
        <w:rPr>
          <w:b/>
        </w:rPr>
        <w:t>Sprog:</w:t>
      </w:r>
    </w:p>
    <w:p w:rsidR="000E1BE1" w:rsidRDefault="000E1BE1">
      <w:r>
        <w:t>Hvad med sproget:</w:t>
      </w:r>
    </w:p>
    <w:p w:rsidR="000E1BE1" w:rsidRDefault="000E1BE1">
      <w:r>
        <w:t>Dansk eller engelsk?</w:t>
      </w:r>
    </w:p>
    <w:p w:rsidR="001B1D08" w:rsidRDefault="001B1D08"/>
    <w:p w:rsidR="001B1D08" w:rsidRDefault="001B1D08">
      <w:r>
        <w:t xml:space="preserve">Metadatanavne: De som har en reference til en standard, de kan beholdes på en danske, selv i dropdown-listerne, men resten af grænsefladen bør være Dansk. </w:t>
      </w:r>
      <w:r w:rsidR="00332479">
        <w:t>Vi skal beskrive hvorfor noget er på engelsk! I dropdown-listerne.</w:t>
      </w:r>
    </w:p>
    <w:p w:rsidR="001B1D08" w:rsidRDefault="001B1D08"/>
    <w:p w:rsidR="001B1D08" w:rsidRDefault="001B1D08">
      <w:r>
        <w:t>License</w:t>
      </w:r>
      <w:r w:rsidR="00332479">
        <w:t>rne har engelske navne, men det er sådan det er.</w:t>
      </w:r>
    </w:p>
    <w:p w:rsidR="00332479" w:rsidRDefault="00332479"/>
    <w:p w:rsidR="00332479" w:rsidRDefault="00332479">
      <w:r>
        <w:t xml:space="preserve">Vi tilstræber at opnå en engelsk version af hjemmesiden, men det afhænger af ressourcerne. </w:t>
      </w:r>
    </w:p>
    <w:p w:rsidR="00332479" w:rsidRDefault="00332479"/>
    <w:p w:rsidR="00332479" w:rsidRPr="00332479" w:rsidRDefault="00332479">
      <w:pPr>
        <w:rPr>
          <w:b/>
        </w:rPr>
      </w:pPr>
      <w:r w:rsidRPr="00332479">
        <w:rPr>
          <w:b/>
        </w:rPr>
        <w:t>Hjælpetekster</w:t>
      </w:r>
    </w:p>
    <w:p w:rsidR="00AD6CB4" w:rsidRDefault="00332479">
      <w:r>
        <w:t>Er meget nødvendige</w:t>
      </w:r>
      <w:r w:rsidR="00C15520">
        <w:t xml:space="preserve">. Bør reviewes af webfølgegruppen. </w:t>
      </w:r>
      <w:r w:rsidR="00610FC9">
        <w:t>Alle tekster bør gennemgås for retskrivning inden release.</w:t>
      </w:r>
    </w:p>
    <w:p w:rsidR="00332479" w:rsidRDefault="00332479"/>
    <w:p w:rsidR="00332479" w:rsidRPr="00332479" w:rsidRDefault="00332479">
      <w:pPr>
        <w:rPr>
          <w:b/>
        </w:rPr>
      </w:pPr>
      <w:r w:rsidRPr="00332479">
        <w:rPr>
          <w:b/>
        </w:rPr>
        <w:t>Søgning på metadata</w:t>
      </w:r>
    </w:p>
    <w:p w:rsidR="00332479" w:rsidRDefault="00332479">
      <w:r>
        <w:t>Søg alt/intet: Start med alle fravalgt: Brugerne er specialister, generel søgning på tværs af alt giver sjældent mening.</w:t>
      </w:r>
    </w:p>
    <w:p w:rsidR="00332479" w:rsidRDefault="00332479">
      <w:r>
        <w:t>Fjern linjen før ”tilføj alle”, så det ser mere ud til at det hænger sammen.</w:t>
      </w:r>
    </w:p>
    <w:p w:rsidR="00332479" w:rsidRDefault="00332479"/>
    <w:p w:rsidR="00AD6CB4" w:rsidRPr="00AD6CB4" w:rsidRDefault="00AD6CB4">
      <w:pPr>
        <w:rPr>
          <w:b/>
        </w:rPr>
      </w:pPr>
      <w:r w:rsidRPr="00AD6CB4">
        <w:rPr>
          <w:b/>
        </w:rPr>
        <w:t>Langt format på landingpage</w:t>
      </w:r>
    </w:p>
    <w:p w:rsidR="00455A80" w:rsidRDefault="001B1D08">
      <w:r>
        <w:t>Vi er enige om at vi ikke</w:t>
      </w:r>
      <w:r w:rsidR="00AD6CB4">
        <w:t xml:space="preserve"> har bedre bud nu</w:t>
      </w:r>
      <w:r>
        <w:t>,</w:t>
      </w:r>
      <w:r w:rsidR="00AD6CB4">
        <w:t xml:space="preserve"> end at vise den ’indviklede xml’. Det </w:t>
      </w:r>
      <w:r>
        <w:t xml:space="preserve">dokumenterer i det mindste hvordan ressourcen så ud ved import. Dette har også en funktion. </w:t>
      </w:r>
    </w:p>
    <w:p w:rsidR="007B1741" w:rsidRDefault="007B1741" w:rsidP="007B1741"/>
    <w:p w:rsidR="007B1741" w:rsidRDefault="007B1741" w:rsidP="007B1741">
      <w:r>
        <w:t>Men: hvis ingen linjeskift, så kan det se skrækkeligt ud, så må der gerne laves en basal formattering. Evt kunne forskellige farver på tags og indhold hjælpe meget.</w:t>
      </w:r>
    </w:p>
    <w:p w:rsidR="007B1741" w:rsidRDefault="007B1741" w:rsidP="007B1741"/>
    <w:p w:rsidR="007B1741" w:rsidRDefault="007B1741" w:rsidP="007B1741">
      <w:r>
        <w:t>Tilføj også Tool-faneblad på landingpage.</w:t>
      </w:r>
    </w:p>
    <w:p w:rsidR="00332479" w:rsidRDefault="00332479"/>
    <w:p w:rsidR="00332479" w:rsidRPr="00332479" w:rsidRDefault="00332479">
      <w:pPr>
        <w:rPr>
          <w:b/>
        </w:rPr>
      </w:pPr>
      <w:r w:rsidRPr="00332479">
        <w:rPr>
          <w:b/>
        </w:rPr>
        <w:t>Kurv</w:t>
      </w:r>
      <w:r>
        <w:rPr>
          <w:b/>
        </w:rPr>
        <w:t>-siden</w:t>
      </w:r>
    </w:p>
    <w:p w:rsidR="00713833" w:rsidRDefault="00332479">
      <w:r>
        <w:t>Helt godt at benytte begrebet ”Kurv”. Kurv-siden skal adskille sig lidt mere fra de øvrige, så det er nemmere at opdage at man er på Kurv-siden.</w:t>
      </w:r>
    </w:p>
    <w:p w:rsidR="00332479" w:rsidRDefault="00332479"/>
    <w:p w:rsidR="00332479" w:rsidRDefault="00332479">
      <w:pPr>
        <w:rPr>
          <w:b/>
        </w:rPr>
      </w:pPr>
      <w:r w:rsidRPr="00332479">
        <w:rPr>
          <w:b/>
        </w:rPr>
        <w:t>Værktøj på forsiden</w:t>
      </w:r>
    </w:p>
    <w:p w:rsidR="00332479" w:rsidRDefault="00332479">
      <w:r w:rsidRPr="00332479">
        <w:t>Hv</w:t>
      </w:r>
      <w:r>
        <w:t>ad ligger under her?</w:t>
      </w:r>
    </w:p>
    <w:p w:rsidR="00332479" w:rsidRDefault="00332479"/>
    <w:p w:rsidR="007B1741" w:rsidRDefault="007B1741">
      <w:pPr>
        <w:rPr>
          <w:b/>
        </w:rPr>
      </w:pPr>
      <w:r w:rsidRPr="007B1741">
        <w:rPr>
          <w:b/>
        </w:rPr>
        <w:t>Næste skridt</w:t>
      </w:r>
    </w:p>
    <w:p w:rsidR="007B1741" w:rsidRDefault="007B1741">
      <w:r>
        <w:t>Tom vil gerne arbejde mere med farvevalg og detaljer, men dele af grænsefladen er stadig under udvikling så dette tager meget tid.</w:t>
      </w:r>
    </w:p>
    <w:p w:rsidR="007B1741" w:rsidRPr="007B1741" w:rsidRDefault="007B1741"/>
    <w:p w:rsidR="00ED2E3C" w:rsidRDefault="007B1741">
      <w:r>
        <w:t>Vi aftalte at mødes til et afslu</w:t>
      </w:r>
      <w:r w:rsidR="00ED2E3C">
        <w:t xml:space="preserve">ttende møde i web-følgegruppen: </w:t>
      </w:r>
    </w:p>
    <w:p w:rsidR="00ED2E3C" w:rsidRPr="00ED2E3C" w:rsidRDefault="00ED2E3C" w:rsidP="00ED2E3C">
      <w:pPr>
        <w:ind w:left="1304" w:firstLine="1304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Torsdag </w:t>
      </w:r>
      <w:r w:rsidRPr="00ED2E3C">
        <w:rPr>
          <w:b/>
          <w:sz w:val="36"/>
          <w:szCs w:val="36"/>
        </w:rPr>
        <w:t>24/3 kl.10 på CST</w:t>
      </w:r>
    </w:p>
    <w:p w:rsidR="00ED2E3C" w:rsidRDefault="00ED2E3C"/>
    <w:p w:rsidR="00332479" w:rsidRDefault="007B1741">
      <w:r>
        <w:t>Vi vil der især se på ”Download” og ”Deponer”, hvor licenshåndteringen skal med.</w:t>
      </w:r>
    </w:p>
    <w:p w:rsidR="00332479" w:rsidRDefault="00332479"/>
    <w:p w:rsidR="00332479" w:rsidRPr="00332479" w:rsidRDefault="00332479"/>
    <w:sectPr w:rsidR="00332479" w:rsidRPr="00332479" w:rsidSect="00A92F22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133820"/>
    <w:multiLevelType w:val="hybridMultilevel"/>
    <w:tmpl w:val="D98EADE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1304"/>
  <w:hyphenationZone w:val="425"/>
  <w:characterSpacingControl w:val="doNotCompress"/>
  <w:compat/>
  <w:rsids>
    <w:rsidRoot w:val="00571528"/>
    <w:rsid w:val="00002DFE"/>
    <w:rsid w:val="00054EC8"/>
    <w:rsid w:val="000E1BE1"/>
    <w:rsid w:val="001B1D08"/>
    <w:rsid w:val="00330765"/>
    <w:rsid w:val="00332479"/>
    <w:rsid w:val="004533F6"/>
    <w:rsid w:val="00455A80"/>
    <w:rsid w:val="004613A4"/>
    <w:rsid w:val="00571528"/>
    <w:rsid w:val="00610FC9"/>
    <w:rsid w:val="00713833"/>
    <w:rsid w:val="007B1741"/>
    <w:rsid w:val="00817FE5"/>
    <w:rsid w:val="00A44C7B"/>
    <w:rsid w:val="00A92F22"/>
    <w:rsid w:val="00AD6CB4"/>
    <w:rsid w:val="00B66C5A"/>
    <w:rsid w:val="00C15520"/>
    <w:rsid w:val="00C162AB"/>
    <w:rsid w:val="00C460F1"/>
    <w:rsid w:val="00D8089F"/>
    <w:rsid w:val="00E346EC"/>
    <w:rsid w:val="00ED2E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92F22"/>
    <w:rPr>
      <w:sz w:val="24"/>
      <w:szCs w:val="24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817FE5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17F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Listeafsnit">
    <w:name w:val="List Paragraph"/>
    <w:basedOn w:val="Normal"/>
    <w:uiPriority w:val="34"/>
    <w:qFormat/>
    <w:rsid w:val="00AD6C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1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eneo\Application%20Data\Microsoft\Skabeloner\Norma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31</TotalTime>
  <Pages>3</Pages>
  <Words>500</Words>
  <Characters>3050</Characters>
  <Application>Microsoft Office Word</Application>
  <DocSecurity>0</DocSecurity>
  <Lines>25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Københavns Universitet</Company>
  <LinksUpToDate>false</LinksUpToDate>
  <CharactersWithSpaces>3543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leneo</dc:creator>
  <cp:keywords/>
  <dc:description/>
  <cp:lastModifiedBy>leneo</cp:lastModifiedBy>
  <cp:revision>7</cp:revision>
  <dcterms:created xsi:type="dcterms:W3CDTF">2011-03-17T10:21:00Z</dcterms:created>
  <dcterms:modified xsi:type="dcterms:W3CDTF">2011-03-17T10:51:00Z</dcterms:modified>
</cp:coreProperties>
</file>